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5D403D8C" w:rsidR="00525119" w:rsidRDefault="00327C60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4A46A3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80AC43E" wp14:editId="0D2D0FFC">
            <wp:simplePos x="0" y="0"/>
            <wp:positionH relativeFrom="column">
              <wp:posOffset>6106795</wp:posOffset>
            </wp:positionH>
            <wp:positionV relativeFrom="paragraph">
              <wp:posOffset>4138011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5F466BE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9C1E25">
        <w:rPr>
          <w:rFonts w:ascii="Segoe Print" w:hAnsi="Segoe Print"/>
          <w:b/>
          <w:sz w:val="24"/>
        </w:rPr>
        <w:t>13.1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</w:t>
      </w:r>
      <w:r w:rsidR="00D14B22">
        <w:rPr>
          <w:rFonts w:ascii="Segoe Print" w:hAnsi="Segoe Print"/>
          <w:b/>
          <w:sz w:val="24"/>
        </w:rPr>
        <w:t>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6495F5DF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E20822" w:rsidRPr="00A06D07" w14:paraId="1F0DD5D9" w14:textId="77777777" w:rsidTr="00B109EA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E20822" w:rsidRPr="00A06D07" w:rsidRDefault="00E20822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</w:t>
            </w:r>
            <w:r w:rsidR="0064471D" w:rsidRPr="00A06D07">
              <w:rPr>
                <w:rFonts w:ascii="Century Gothic" w:hAnsi="Century Gothic"/>
              </w:rPr>
              <w:t>)</w:t>
            </w:r>
          </w:p>
        </w:tc>
        <w:tc>
          <w:tcPr>
            <w:tcW w:w="4961" w:type="dxa"/>
            <w:tcBorders>
              <w:left w:val="nil"/>
            </w:tcBorders>
          </w:tcPr>
          <w:p w14:paraId="2D00737D" w14:textId="77777777" w:rsidR="00971AEF" w:rsidRPr="004A46A3" w:rsidRDefault="00971AEF" w:rsidP="004A46A3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The exchange rate is £</w:t>
            </w:r>
            <w:proofErr w:type="gramStart"/>
            <w:r w:rsidRPr="004A46A3">
              <w:rPr>
                <w:rFonts w:ascii="Century Gothic" w:hAnsi="Century Gothic"/>
              </w:rPr>
              <w:t>1 :</w:t>
            </w:r>
            <w:proofErr w:type="gramEnd"/>
            <w:r w:rsidRPr="004A46A3">
              <w:rPr>
                <w:rFonts w:ascii="Century Gothic" w:hAnsi="Century Gothic"/>
              </w:rPr>
              <w:t xml:space="preserve"> $3.5</w:t>
            </w:r>
          </w:p>
          <w:p w14:paraId="055B5642" w14:textId="77777777" w:rsidR="00971AEF" w:rsidRPr="004A46A3" w:rsidRDefault="00971AEF" w:rsidP="004A46A3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How much is £56 is dollars?</w:t>
            </w:r>
          </w:p>
          <w:p w14:paraId="094D08F0" w14:textId="0306283C" w:rsidR="00E20822" w:rsidRPr="004A46A3" w:rsidRDefault="00E20822" w:rsidP="004A46A3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E20822" w:rsidRPr="004A46A3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432F63C1" w14:textId="00DE6093" w:rsidR="00561D0D" w:rsidRPr="004A46A3" w:rsidRDefault="00561D0D" w:rsidP="004A46A3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4A46A3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4A46A3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4A46A3">
              <w:rPr>
                <w:rFonts w:ascii="Century Gothic" w:eastAsiaTheme="minorEastAsia" w:hAnsi="Century Gothic" w:cs="Tahoma"/>
              </w:rPr>
              <w:t>, work out the value of</w:t>
            </w:r>
            <w:r w:rsidR="004A46A3">
              <w:rPr>
                <w:rFonts w:ascii="Century Gothic" w:eastAsiaTheme="minorEastAsia" w:hAnsi="Century Gothic" w:cs="Tahoma"/>
              </w:rPr>
              <w:t>:</w:t>
            </w:r>
          </w:p>
          <w:p w14:paraId="594DF71C" w14:textId="6E2B9B66" w:rsidR="00E20822" w:rsidRPr="004A46A3" w:rsidRDefault="00561D0D" w:rsidP="004A46A3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ab</m:t>
                </m:r>
              </m:oMath>
            </m:oMathPara>
          </w:p>
        </w:tc>
      </w:tr>
      <w:tr w:rsidR="00E20822" w:rsidRPr="00A06D07" w14:paraId="2FAB904D" w14:textId="77777777" w:rsidTr="007F69F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845EB95" w14:textId="6FA20CEB" w:rsidR="00E20822" w:rsidRPr="004A46A3" w:rsidRDefault="00AD1307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</w:rPr>
              <w:t xml:space="preserve">The probability of spinning a 3 on a spinner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  <w:r w:rsidRPr="004A46A3">
              <w:rPr>
                <w:rFonts w:ascii="Century Gothic" w:eastAsiaTheme="minorEastAsia" w:hAnsi="Century Gothic" w:cs="Tahoma"/>
              </w:rPr>
              <w:t xml:space="preserve">  What is the probability of not spinning a 3?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E20822" w:rsidRPr="004A46A3" w:rsidRDefault="0064471D" w:rsidP="004A46A3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348A9217" w14:textId="77777777" w:rsidR="004F2AEE" w:rsidRPr="004A46A3" w:rsidRDefault="004F2AEE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4FEF7014" w14:textId="147F6294" w:rsidR="00E20822" w:rsidRPr="004A46A3" w:rsidRDefault="00D239A9" w:rsidP="004A46A3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75F57DDC" wp14:editId="33E0ABF4">
                  <wp:extent cx="1378103" cy="719847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5" cy="722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0822" w:rsidRPr="00A06D07" w14:paraId="44B9DE2A" w14:textId="77777777" w:rsidTr="00327C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E20822" w:rsidRPr="00A06D07" w:rsidRDefault="0064471D" w:rsidP="00A06D07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9831498" w14:textId="53BB8DEA" w:rsidR="00C06B52" w:rsidRPr="004A46A3" w:rsidRDefault="00347394" w:rsidP="004A46A3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2F910F6" wp14:editId="3503D017">
                      <wp:simplePos x="0" y="0"/>
                      <wp:positionH relativeFrom="column">
                        <wp:posOffset>3224530</wp:posOffset>
                      </wp:positionH>
                      <wp:positionV relativeFrom="paragraph">
                        <wp:posOffset>836295</wp:posOffset>
                      </wp:positionV>
                      <wp:extent cx="59690" cy="59690"/>
                      <wp:effectExtent l="12700" t="12700" r="16510" b="1651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7C51F0" id="Oval 6" o:spid="_x0000_s1026" style="position:absolute;margin-left:253.9pt;margin-top:65.85pt;width:4.7pt;height: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" fillcolor="#4f81bd [3204]" strokecolor="#243f60 [1604]" strokeweight="2pt"/>
                  </w:pict>
                </mc:Fallback>
              </mc:AlternateContent>
            </w: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2A695FC" wp14:editId="0E8709E2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660640</wp:posOffset>
                      </wp:positionV>
                      <wp:extent cx="59690" cy="59690"/>
                      <wp:effectExtent l="12700" t="12700" r="16510" b="1651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2DAC30" id="Oval 5" o:spid="_x0000_s1026" style="position:absolute;margin-left:121.9pt;margin-top:52pt;width:4.7pt;height: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" fillcolor="#4f81bd [3204]" strokecolor="#243f60 [1604]" strokeweight="2pt"/>
                  </w:pict>
                </mc:Fallback>
              </mc:AlternateContent>
            </w:r>
            <w:r w:rsidR="00B94DA2"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FCC9956" wp14:editId="28E5573D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735330</wp:posOffset>
                      </wp:positionV>
                      <wp:extent cx="341630" cy="281305"/>
                      <wp:effectExtent l="0" t="0" r="0" b="444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42A43" w14:textId="77777777" w:rsidR="00B94DA2" w:rsidRDefault="00B94DA2" w:rsidP="00B94DA2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C99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69.55pt;margin-top:57.9pt;width:26.9pt;height:2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" filled="f" stroked="f" strokeweight=".5pt">
                      <v:textbox>
                        <w:txbxContent>
                          <w:p w14:paraId="26842A43" w14:textId="77777777" w:rsidR="00B94DA2" w:rsidRDefault="00B94DA2" w:rsidP="00B94DA2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4DA2"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0A7866A" wp14:editId="015081B3">
                      <wp:simplePos x="0" y="0"/>
                      <wp:positionH relativeFrom="column">
                        <wp:posOffset>1313993</wp:posOffset>
                      </wp:positionH>
                      <wp:positionV relativeFrom="paragraph">
                        <wp:posOffset>500941</wp:posOffset>
                      </wp:positionV>
                      <wp:extent cx="341644" cy="281354"/>
                      <wp:effectExtent l="0" t="0" r="0" b="444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43FC29" w14:textId="77777777" w:rsidR="00B94DA2" w:rsidRDefault="00B94DA2" w:rsidP="00B94DA2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7866A" id="Text Box 3" o:spid="_x0000_s1027" type="#_x0000_t202" style="position:absolute;margin-left:103.45pt;margin-top:39.45pt;width:26.9pt;height:2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" filled="f" stroked="f" strokeweight=".5pt">
                      <v:textbox>
                        <w:txbxContent>
                          <w:p w14:paraId="1543FC29" w14:textId="77777777" w:rsidR="00B94DA2" w:rsidRDefault="00B94DA2" w:rsidP="00B94DA2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60A5" w:rsidRPr="004A46A3">
              <w:rPr>
                <w:rFonts w:ascii="Century Gothic" w:hAnsi="Century Gothic"/>
              </w:rPr>
              <w:t>Accurately draw the path that is equidistant from A and B:</w:t>
            </w:r>
            <w:r w:rsidR="009A60A5" w:rsidRPr="004A46A3">
              <w:rPr>
                <w:rFonts w:ascii="Century Gothic" w:hAnsi="Century Gothic"/>
                <w:noProof/>
                <w:lang w:eastAsia="en-GB"/>
              </w:rPr>
              <w:t xml:space="preserve"> </w:t>
            </w:r>
          </w:p>
        </w:tc>
      </w:tr>
    </w:tbl>
    <w:p w14:paraId="791D54AF" w14:textId="27EEDE15" w:rsidR="00666176" w:rsidRDefault="00666176" w:rsidP="00BA1603">
      <w:pPr>
        <w:spacing w:after="120"/>
        <w:rPr>
          <w:rFonts w:ascii="Kristen ITC" w:hAnsi="Kristen ITC"/>
          <w:b/>
        </w:rPr>
      </w:pPr>
    </w:p>
    <w:p w14:paraId="20DF06A9" w14:textId="77777777" w:rsidR="00327C60" w:rsidRDefault="00327C60" w:rsidP="00327C60">
      <w:pPr>
        <w:spacing w:after="120"/>
        <w:ind w:firstLine="720"/>
        <w:rPr>
          <w:rFonts w:ascii="Segoe Print" w:hAnsi="Segoe Print"/>
          <w:b/>
          <w:sz w:val="24"/>
        </w:rPr>
      </w:pPr>
      <w:r w:rsidRPr="004A46A3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13536" behindDoc="0" locked="0" layoutInCell="1" allowOverlap="1" wp14:anchorId="03ABBFF6" wp14:editId="6EEFFF9B">
            <wp:simplePos x="0" y="0"/>
            <wp:positionH relativeFrom="column">
              <wp:posOffset>6106795</wp:posOffset>
            </wp:positionH>
            <wp:positionV relativeFrom="paragraph">
              <wp:posOffset>4138011</wp:posOffset>
            </wp:positionV>
            <wp:extent cx="572135" cy="401320"/>
            <wp:effectExtent l="0" t="0" r="0" b="508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2512" behindDoc="0" locked="0" layoutInCell="1" allowOverlap="1" wp14:anchorId="082DC2D7" wp14:editId="5E986A60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91" name="Picture 9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1488" behindDoc="0" locked="0" layoutInCell="1" allowOverlap="1" wp14:anchorId="1835CE87" wp14:editId="6340C8DD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92" name="Picture 9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13.1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270F36AC" w14:textId="77777777" w:rsidR="00327C60" w:rsidRDefault="00327C60" w:rsidP="00327C60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425"/>
        <w:gridCol w:w="4394"/>
      </w:tblGrid>
      <w:tr w:rsidR="00327C60" w:rsidRPr="00A06D07" w14:paraId="7E73B7D1" w14:textId="77777777" w:rsidTr="00EA5960">
        <w:trPr>
          <w:trHeight w:val="1551"/>
        </w:trPr>
        <w:tc>
          <w:tcPr>
            <w:tcW w:w="421" w:type="dxa"/>
            <w:tcBorders>
              <w:right w:val="nil"/>
            </w:tcBorders>
          </w:tcPr>
          <w:p w14:paraId="0DB11D95" w14:textId="77777777" w:rsidR="00327C60" w:rsidRPr="00A06D07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tcBorders>
              <w:left w:val="nil"/>
            </w:tcBorders>
          </w:tcPr>
          <w:p w14:paraId="5EC8A057" w14:textId="77777777" w:rsidR="00327C60" w:rsidRPr="004A46A3" w:rsidRDefault="00327C60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The exchange rate is £</w:t>
            </w:r>
            <w:proofErr w:type="gramStart"/>
            <w:r w:rsidRPr="004A46A3">
              <w:rPr>
                <w:rFonts w:ascii="Century Gothic" w:hAnsi="Century Gothic"/>
              </w:rPr>
              <w:t>1 :</w:t>
            </w:r>
            <w:proofErr w:type="gramEnd"/>
            <w:r w:rsidRPr="004A46A3">
              <w:rPr>
                <w:rFonts w:ascii="Century Gothic" w:hAnsi="Century Gothic"/>
              </w:rPr>
              <w:t xml:space="preserve"> $3.5</w:t>
            </w:r>
          </w:p>
          <w:p w14:paraId="51BC00D2" w14:textId="77777777" w:rsidR="00327C60" w:rsidRPr="004A46A3" w:rsidRDefault="00327C60" w:rsidP="00EA5960">
            <w:pPr>
              <w:tabs>
                <w:tab w:val="left" w:pos="1440"/>
              </w:tabs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How much is £56 is dollars?</w:t>
            </w:r>
          </w:p>
          <w:p w14:paraId="3478629D" w14:textId="77777777" w:rsidR="00327C60" w:rsidRPr="004A46A3" w:rsidRDefault="00327C60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096BF136" w14:textId="77777777" w:rsidR="00327C60" w:rsidRPr="004A46A3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2)</w:t>
            </w:r>
          </w:p>
        </w:tc>
        <w:tc>
          <w:tcPr>
            <w:tcW w:w="4394" w:type="dxa"/>
            <w:tcBorders>
              <w:left w:val="nil"/>
            </w:tcBorders>
          </w:tcPr>
          <w:p w14:paraId="0D1165BC" w14:textId="77777777" w:rsidR="00327C60" w:rsidRPr="004A46A3" w:rsidRDefault="00327C60" w:rsidP="00EA5960">
            <w:pPr>
              <w:spacing w:before="120" w:after="0" w:line="240" w:lineRule="auto"/>
              <w:rPr>
                <w:rFonts w:ascii="Century Gothic" w:eastAsiaTheme="minorEastAsia" w:hAnsi="Century Gothic" w:cs="Tahoma"/>
              </w:rPr>
            </w:pPr>
            <w:r w:rsidRPr="004A46A3">
              <w:rPr>
                <w:rFonts w:ascii="Century Gothic" w:hAnsi="Century Gothic" w:cs="Tahoma"/>
              </w:rPr>
              <w:t xml:space="preserve">If </w:t>
            </w:r>
            <m:oMath>
              <m:r>
                <w:rPr>
                  <w:rFonts w:ascii="Cambria Math" w:hAnsi="Cambria Math" w:cs="Tahoma"/>
                </w:rPr>
                <m:t>a=5</m:t>
              </m:r>
            </m:oMath>
            <w:r w:rsidRPr="004A46A3">
              <w:rPr>
                <w:rFonts w:ascii="Century Gothic" w:eastAsiaTheme="minorEastAsia" w:hAnsi="Century Gothic" w:cs="Tahoma"/>
              </w:rPr>
              <w:t xml:space="preserve"> and </w:t>
            </w:r>
            <m:oMath>
              <m:r>
                <w:rPr>
                  <w:rFonts w:ascii="Cambria Math" w:eastAsiaTheme="minorEastAsia" w:hAnsi="Cambria Math" w:cs="Tahoma"/>
                </w:rPr>
                <m:t>b=7</m:t>
              </m:r>
            </m:oMath>
            <w:r w:rsidRPr="004A46A3">
              <w:rPr>
                <w:rFonts w:ascii="Century Gothic" w:eastAsiaTheme="minorEastAsia" w:hAnsi="Century Gothic" w:cs="Tahoma"/>
              </w:rPr>
              <w:t>, work out the value of</w:t>
            </w:r>
            <w:r>
              <w:rPr>
                <w:rFonts w:ascii="Century Gothic" w:eastAsiaTheme="minorEastAsia" w:hAnsi="Century Gothic" w:cs="Tahoma"/>
              </w:rPr>
              <w:t>:</w:t>
            </w:r>
          </w:p>
          <w:p w14:paraId="6F788ADA" w14:textId="77777777" w:rsidR="00327C60" w:rsidRPr="004A46A3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 w:cs="Tahoma"/>
              </w:rPr>
            </w:pPr>
            <m:oMathPara>
              <m:oMath>
                <m:r>
                  <w:rPr>
                    <w:rFonts w:ascii="Cambria Math" w:eastAsiaTheme="minorEastAsia" w:hAnsi="Cambria Math" w:cs="Tahoma"/>
                    <w:noProof/>
                  </w:rPr>
                  <m:t>ab</m:t>
                </m:r>
              </m:oMath>
            </m:oMathPara>
          </w:p>
        </w:tc>
      </w:tr>
      <w:tr w:rsidR="00327C60" w:rsidRPr="00A06D07" w14:paraId="71B1E4FF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385FB90C" w14:textId="77777777" w:rsidR="00327C60" w:rsidRPr="00A06D07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4B4ADF65" w14:textId="77777777" w:rsidR="00327C60" w:rsidRPr="004A46A3" w:rsidRDefault="00327C6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</w:rPr>
              <w:t xml:space="preserve">The probability of spinning a 3 on a spinner is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</w:rPr>
                  </m:ctrlPr>
                </m:fPr>
                <m:num>
                  <m:r>
                    <w:rPr>
                      <w:rFonts w:ascii="Cambria Math" w:hAnsi="Cambria Math" w:cs="Tahoma"/>
                    </w:rPr>
                    <m:t>2</m:t>
                  </m:r>
                </m:num>
                <m:den>
                  <m:r>
                    <w:rPr>
                      <w:rFonts w:ascii="Cambria Math" w:hAnsi="Cambria Math" w:cs="Tahoma"/>
                    </w:rPr>
                    <m:t>5</m:t>
                  </m:r>
                </m:den>
              </m:f>
              <m:r>
                <w:rPr>
                  <w:rFonts w:ascii="Cambria Math" w:hAnsi="Cambria Math" w:cs="Tahoma"/>
                </w:rPr>
                <m:t>.</m:t>
              </m:r>
            </m:oMath>
            <w:r w:rsidRPr="004A46A3">
              <w:rPr>
                <w:rFonts w:ascii="Century Gothic" w:eastAsiaTheme="minorEastAsia" w:hAnsi="Century Gothic" w:cs="Tahoma"/>
              </w:rPr>
              <w:t xml:space="preserve">  What is the probability of not spinning a 3?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268FDF6" w14:textId="77777777" w:rsidR="00327C60" w:rsidRPr="004A46A3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/>
              </w:rPr>
              <w:t>4)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0E378CB" w14:textId="77777777" w:rsidR="00327C60" w:rsidRPr="004A46A3" w:rsidRDefault="00327C6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  <w:noProof/>
                <w:lang w:eastAsia="en-GB"/>
              </w:rPr>
              <w:t>Work out the missing side.</w:t>
            </w:r>
          </w:p>
          <w:p w14:paraId="119DE6F4" w14:textId="77777777" w:rsidR="00327C60" w:rsidRPr="004A46A3" w:rsidRDefault="00327C60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4A46A3">
              <w:rPr>
                <w:rFonts w:ascii="Century Gothic" w:hAnsi="Century Gothic" w:cs="Tahoma"/>
                <w:noProof/>
                <w:lang w:eastAsia="en-GB"/>
              </w:rPr>
              <w:drawing>
                <wp:inline distT="0" distB="0" distL="0" distR="0" wp14:anchorId="4766AC7D" wp14:editId="48F407F5">
                  <wp:extent cx="1378103" cy="719847"/>
                  <wp:effectExtent l="0" t="0" r="0" b="4445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5" cy="722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60" w:rsidRPr="00A06D07" w14:paraId="50AC7906" w14:textId="77777777" w:rsidTr="00EA5960">
        <w:trPr>
          <w:trHeight w:val="2392"/>
        </w:trPr>
        <w:tc>
          <w:tcPr>
            <w:tcW w:w="421" w:type="dxa"/>
            <w:tcBorders>
              <w:right w:val="nil"/>
            </w:tcBorders>
          </w:tcPr>
          <w:p w14:paraId="50AAF9FB" w14:textId="77777777" w:rsidR="00327C60" w:rsidRPr="00A06D07" w:rsidRDefault="00327C60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A44E906" w14:textId="77777777" w:rsidR="00327C60" w:rsidRPr="004A46A3" w:rsidRDefault="00327C60" w:rsidP="00EA5960">
            <w:pPr>
              <w:spacing w:before="120" w:after="0" w:line="240" w:lineRule="auto"/>
              <w:rPr>
                <w:rFonts w:ascii="Century Gothic" w:hAnsi="Century Gothic" w:cs="Tahoma"/>
                <w:noProof/>
              </w:rPr>
            </w:pP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4E225F5" wp14:editId="02D70DB0">
                      <wp:simplePos x="0" y="0"/>
                      <wp:positionH relativeFrom="column">
                        <wp:posOffset>3224530</wp:posOffset>
                      </wp:positionH>
                      <wp:positionV relativeFrom="paragraph">
                        <wp:posOffset>836295</wp:posOffset>
                      </wp:positionV>
                      <wp:extent cx="59690" cy="59690"/>
                      <wp:effectExtent l="12700" t="12700" r="16510" b="16510"/>
                      <wp:wrapNone/>
                      <wp:docPr id="86" name="Ova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8BC711" id="Oval 86" o:spid="_x0000_s1026" style="position:absolute;margin-left:253.9pt;margin-top:65.85pt;width:4.7pt;height:4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" fillcolor="#4f81bd [3204]" strokecolor="#243f60 [1604]" strokeweight="2pt"/>
                  </w:pict>
                </mc:Fallback>
              </mc:AlternateContent>
            </w: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F34B8B6" wp14:editId="749ED231">
                      <wp:simplePos x="0" y="0"/>
                      <wp:positionH relativeFrom="column">
                        <wp:posOffset>1548130</wp:posOffset>
                      </wp:positionH>
                      <wp:positionV relativeFrom="paragraph">
                        <wp:posOffset>660640</wp:posOffset>
                      </wp:positionV>
                      <wp:extent cx="59690" cy="59690"/>
                      <wp:effectExtent l="12700" t="12700" r="16510" b="16510"/>
                      <wp:wrapNone/>
                      <wp:docPr id="87" name="Oval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690" cy="596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0DA31F" id="Oval 87" o:spid="_x0000_s1026" style="position:absolute;margin-left:121.9pt;margin-top:52pt;width:4.7pt;height:4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" fillcolor="#4f81bd [3204]" strokecolor="#243f60 [1604]" strokeweight="2pt"/>
                  </w:pict>
                </mc:Fallback>
              </mc:AlternateContent>
            </w: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BF29BDD" wp14:editId="75521CB6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735330</wp:posOffset>
                      </wp:positionV>
                      <wp:extent cx="341630" cy="281305"/>
                      <wp:effectExtent l="0" t="0" r="0" b="4445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3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8A958A" w14:textId="77777777" w:rsidR="00327C60" w:rsidRDefault="00327C60" w:rsidP="00327C60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29BDD" id="Text Box 88" o:spid="_x0000_s1028" type="#_x0000_t202" style="position:absolute;margin-left:269.55pt;margin-top:57.9pt;width:26.9pt;height:2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" filled="f" stroked="f" strokeweight=".5pt">
                      <v:textbox>
                        <w:txbxContent>
                          <w:p w14:paraId="308A958A" w14:textId="77777777" w:rsidR="00327C60" w:rsidRDefault="00327C60" w:rsidP="00327C60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46A3">
              <w:rPr>
                <w:rFonts w:ascii="Century Gothic" w:hAnsi="Century Gothic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A24717E" wp14:editId="1322E6E3">
                      <wp:simplePos x="0" y="0"/>
                      <wp:positionH relativeFrom="column">
                        <wp:posOffset>1313993</wp:posOffset>
                      </wp:positionH>
                      <wp:positionV relativeFrom="paragraph">
                        <wp:posOffset>500941</wp:posOffset>
                      </wp:positionV>
                      <wp:extent cx="341644" cy="281354"/>
                      <wp:effectExtent l="0" t="0" r="0" b="4445"/>
                      <wp:wrapNone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644" cy="28135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23D935" w14:textId="77777777" w:rsidR="00327C60" w:rsidRDefault="00327C60" w:rsidP="00327C60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4717E" id="Text Box 89" o:spid="_x0000_s1029" type="#_x0000_t202" style="position:absolute;margin-left:103.45pt;margin-top:39.45pt;width:26.9pt;height:22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" filled="f" stroked="f" strokeweight=".5pt">
                      <v:textbox>
                        <w:txbxContent>
                          <w:p w14:paraId="0423D935" w14:textId="77777777" w:rsidR="00327C60" w:rsidRDefault="00327C60" w:rsidP="00327C60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46A3">
              <w:rPr>
                <w:rFonts w:ascii="Century Gothic" w:hAnsi="Century Gothic"/>
              </w:rPr>
              <w:t>Accurately draw the path that is equidistant from A and B:</w:t>
            </w:r>
            <w:r w:rsidRPr="004A46A3">
              <w:rPr>
                <w:rFonts w:ascii="Century Gothic" w:hAnsi="Century Gothic"/>
                <w:noProof/>
                <w:lang w:eastAsia="en-GB"/>
              </w:rPr>
              <w:t xml:space="preserve"> </w:t>
            </w:r>
          </w:p>
        </w:tc>
      </w:tr>
    </w:tbl>
    <w:p w14:paraId="4E8714A5" w14:textId="77777777" w:rsidR="00A72B2C" w:rsidRDefault="00A72B2C" w:rsidP="00BA1603">
      <w:pPr>
        <w:spacing w:after="120"/>
        <w:rPr>
          <w:rFonts w:ascii="Kristen ITC" w:hAnsi="Kristen ITC"/>
          <w:b/>
        </w:rPr>
      </w:pPr>
      <w:bookmarkStart w:id="0" w:name="_GoBack"/>
      <w:bookmarkEnd w:id="0"/>
    </w:p>
    <w:sectPr w:rsidR="00A72B2C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72244"/>
    <w:rsid w:val="000826B9"/>
    <w:rsid w:val="00083325"/>
    <w:rsid w:val="000A43CA"/>
    <w:rsid w:val="000A63AF"/>
    <w:rsid w:val="000B2B5E"/>
    <w:rsid w:val="000B420F"/>
    <w:rsid w:val="000B5390"/>
    <w:rsid w:val="000F6BFE"/>
    <w:rsid w:val="001274D6"/>
    <w:rsid w:val="001279F5"/>
    <w:rsid w:val="00143BE1"/>
    <w:rsid w:val="00150843"/>
    <w:rsid w:val="001826A9"/>
    <w:rsid w:val="00187009"/>
    <w:rsid w:val="001A1D1C"/>
    <w:rsid w:val="001A6603"/>
    <w:rsid w:val="001E511C"/>
    <w:rsid w:val="00213C21"/>
    <w:rsid w:val="00293A17"/>
    <w:rsid w:val="00293BEA"/>
    <w:rsid w:val="00296DE9"/>
    <w:rsid w:val="002B63A6"/>
    <w:rsid w:val="002D25E6"/>
    <w:rsid w:val="002D4D8B"/>
    <w:rsid w:val="002D5D86"/>
    <w:rsid w:val="0031452F"/>
    <w:rsid w:val="00325E6D"/>
    <w:rsid w:val="00327C60"/>
    <w:rsid w:val="00333535"/>
    <w:rsid w:val="00347394"/>
    <w:rsid w:val="0037571F"/>
    <w:rsid w:val="003E68F7"/>
    <w:rsid w:val="003F51D8"/>
    <w:rsid w:val="004015EA"/>
    <w:rsid w:val="00436C34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5D3B"/>
    <w:rsid w:val="00525119"/>
    <w:rsid w:val="005571E9"/>
    <w:rsid w:val="00561D0D"/>
    <w:rsid w:val="00575446"/>
    <w:rsid w:val="00580957"/>
    <w:rsid w:val="005C5905"/>
    <w:rsid w:val="005E1266"/>
    <w:rsid w:val="005E469A"/>
    <w:rsid w:val="00603453"/>
    <w:rsid w:val="0064471D"/>
    <w:rsid w:val="00666176"/>
    <w:rsid w:val="00674C3D"/>
    <w:rsid w:val="006866A3"/>
    <w:rsid w:val="006C37A5"/>
    <w:rsid w:val="006C37E5"/>
    <w:rsid w:val="006E5C4D"/>
    <w:rsid w:val="006F185A"/>
    <w:rsid w:val="00705472"/>
    <w:rsid w:val="00712C99"/>
    <w:rsid w:val="00714102"/>
    <w:rsid w:val="00766A10"/>
    <w:rsid w:val="007A1E0D"/>
    <w:rsid w:val="007B4226"/>
    <w:rsid w:val="007D5D58"/>
    <w:rsid w:val="007E2C1A"/>
    <w:rsid w:val="007F06CD"/>
    <w:rsid w:val="007F69F9"/>
    <w:rsid w:val="00831D41"/>
    <w:rsid w:val="00840927"/>
    <w:rsid w:val="00857220"/>
    <w:rsid w:val="00876A8E"/>
    <w:rsid w:val="00884433"/>
    <w:rsid w:val="008B0E29"/>
    <w:rsid w:val="008B5103"/>
    <w:rsid w:val="0090117B"/>
    <w:rsid w:val="009118B1"/>
    <w:rsid w:val="0094070B"/>
    <w:rsid w:val="0095325A"/>
    <w:rsid w:val="00971AEF"/>
    <w:rsid w:val="0098373C"/>
    <w:rsid w:val="0099142F"/>
    <w:rsid w:val="00995392"/>
    <w:rsid w:val="009A60A5"/>
    <w:rsid w:val="009B31E5"/>
    <w:rsid w:val="009B576B"/>
    <w:rsid w:val="009C1E25"/>
    <w:rsid w:val="009C2FD3"/>
    <w:rsid w:val="009C5F92"/>
    <w:rsid w:val="009C633F"/>
    <w:rsid w:val="009D1DB3"/>
    <w:rsid w:val="009D6BD1"/>
    <w:rsid w:val="00A06D07"/>
    <w:rsid w:val="00A72B2C"/>
    <w:rsid w:val="00AB54E4"/>
    <w:rsid w:val="00AD04E8"/>
    <w:rsid w:val="00AD1307"/>
    <w:rsid w:val="00AD3264"/>
    <w:rsid w:val="00AD3C1A"/>
    <w:rsid w:val="00B07CF2"/>
    <w:rsid w:val="00B109EA"/>
    <w:rsid w:val="00B72752"/>
    <w:rsid w:val="00B8569F"/>
    <w:rsid w:val="00B94DA2"/>
    <w:rsid w:val="00B96458"/>
    <w:rsid w:val="00BA1603"/>
    <w:rsid w:val="00BA7CD3"/>
    <w:rsid w:val="00BB35EA"/>
    <w:rsid w:val="00BE22E8"/>
    <w:rsid w:val="00BE7AC9"/>
    <w:rsid w:val="00BF0AC1"/>
    <w:rsid w:val="00C06B52"/>
    <w:rsid w:val="00C079A8"/>
    <w:rsid w:val="00C11495"/>
    <w:rsid w:val="00C240D5"/>
    <w:rsid w:val="00C261E2"/>
    <w:rsid w:val="00C41860"/>
    <w:rsid w:val="00C43E1E"/>
    <w:rsid w:val="00C52126"/>
    <w:rsid w:val="00C9225A"/>
    <w:rsid w:val="00CF24C6"/>
    <w:rsid w:val="00D017AE"/>
    <w:rsid w:val="00D14B22"/>
    <w:rsid w:val="00D239A9"/>
    <w:rsid w:val="00D26238"/>
    <w:rsid w:val="00D51195"/>
    <w:rsid w:val="00D63807"/>
    <w:rsid w:val="00D657D6"/>
    <w:rsid w:val="00DB511B"/>
    <w:rsid w:val="00DC43DF"/>
    <w:rsid w:val="00DD0D75"/>
    <w:rsid w:val="00E037E5"/>
    <w:rsid w:val="00E20822"/>
    <w:rsid w:val="00E33C5E"/>
    <w:rsid w:val="00E3559C"/>
    <w:rsid w:val="00E7749A"/>
    <w:rsid w:val="00E86CC7"/>
    <w:rsid w:val="00E907F4"/>
    <w:rsid w:val="00E9577D"/>
    <w:rsid w:val="00EC0572"/>
    <w:rsid w:val="00EC4CCA"/>
    <w:rsid w:val="00F11D9B"/>
    <w:rsid w:val="00F21F8D"/>
    <w:rsid w:val="00F303CE"/>
    <w:rsid w:val="00F3678B"/>
    <w:rsid w:val="00F8416B"/>
    <w:rsid w:val="00FA673D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15</cp:revision>
  <dcterms:created xsi:type="dcterms:W3CDTF">2019-05-30T14:23:00Z</dcterms:created>
  <dcterms:modified xsi:type="dcterms:W3CDTF">2019-05-30T14:27:00Z</dcterms:modified>
</cp:coreProperties>
</file>